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7A934" w14:textId="77777777" w:rsidR="009938EC" w:rsidRDefault="009938EC" w:rsidP="00095845">
      <w:pPr>
        <w:jc w:val="center"/>
        <w:rPr>
          <w:rFonts w:cs="Arial"/>
          <w:b/>
          <w:bCs/>
          <w:color w:val="C00000"/>
          <w:sz w:val="28"/>
          <w:szCs w:val="28"/>
        </w:rPr>
      </w:pPr>
    </w:p>
    <w:p w14:paraId="11D2C7DF" w14:textId="77777777" w:rsidR="008F6E6C" w:rsidRDefault="008F6E6C" w:rsidP="00095845">
      <w:pPr>
        <w:jc w:val="center"/>
        <w:rPr>
          <w:rFonts w:cs="Arial"/>
          <w:b/>
          <w:bCs/>
          <w:color w:val="C00000"/>
          <w:sz w:val="28"/>
          <w:szCs w:val="28"/>
        </w:rPr>
      </w:pPr>
    </w:p>
    <w:p w14:paraId="347272D1" w14:textId="48CB0EA4" w:rsidR="00095845" w:rsidRPr="003D48B7" w:rsidRDefault="002E38F9" w:rsidP="00095845">
      <w:pPr>
        <w:jc w:val="center"/>
        <w:rPr>
          <w:rFonts w:cs="Arial"/>
          <w:b/>
          <w:bCs/>
          <w:color w:val="C00000"/>
          <w:sz w:val="32"/>
          <w:szCs w:val="28"/>
        </w:rPr>
      </w:pPr>
      <w:r w:rsidRPr="003D48B7">
        <w:rPr>
          <w:rFonts w:cs="Arial"/>
          <w:b/>
          <w:bCs/>
          <w:color w:val="C00000"/>
          <w:sz w:val="32"/>
          <w:szCs w:val="28"/>
        </w:rPr>
        <w:t>Anlage</w:t>
      </w:r>
      <w:r w:rsidR="008F6E6C" w:rsidRPr="003D48B7">
        <w:rPr>
          <w:rFonts w:cs="Arial"/>
          <w:b/>
          <w:bCs/>
          <w:color w:val="C00000"/>
          <w:sz w:val="32"/>
          <w:szCs w:val="28"/>
        </w:rPr>
        <w:t>n</w:t>
      </w:r>
      <w:r w:rsidR="00CB21B3">
        <w:rPr>
          <w:rFonts w:cs="Arial"/>
          <w:b/>
          <w:bCs/>
          <w:color w:val="C00000"/>
          <w:sz w:val="32"/>
          <w:szCs w:val="28"/>
        </w:rPr>
        <w:t xml:space="preserve"> zum Leitfaden Schutzkonzept</w:t>
      </w:r>
    </w:p>
    <w:p w14:paraId="25AB79BE" w14:textId="16320500" w:rsidR="00095845" w:rsidRPr="009938EC" w:rsidRDefault="008F6E6C" w:rsidP="00095845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Übersicht</w:t>
      </w:r>
    </w:p>
    <w:p w14:paraId="3E6A423E" w14:textId="77777777" w:rsidR="00095845" w:rsidRPr="009938EC" w:rsidRDefault="00095845" w:rsidP="00095845">
      <w:pPr>
        <w:jc w:val="center"/>
        <w:rPr>
          <w:rFonts w:cs="Arial"/>
          <w:b/>
          <w:bCs/>
          <w:sz w:val="32"/>
          <w:szCs w:val="32"/>
        </w:rPr>
      </w:pPr>
    </w:p>
    <w:p w14:paraId="25BDDF4D" w14:textId="77777777" w:rsidR="00095845" w:rsidRPr="009938EC" w:rsidRDefault="00095845" w:rsidP="00095845">
      <w:pPr>
        <w:rPr>
          <w:rFonts w:cs="Arial"/>
        </w:rPr>
      </w:pPr>
    </w:p>
    <w:p w14:paraId="2B56EE86" w14:textId="75A5E643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Ablaufplanung </w:t>
      </w:r>
      <w:r w:rsidR="005D25F1">
        <w:rPr>
          <w:rFonts w:cs="Arial"/>
          <w:sz w:val="24"/>
          <w:szCs w:val="22"/>
        </w:rPr>
        <w:t xml:space="preserve">zur </w:t>
      </w:r>
      <w:r w:rsidRPr="00CB21B3">
        <w:rPr>
          <w:rFonts w:cs="Arial"/>
          <w:sz w:val="24"/>
          <w:szCs w:val="22"/>
        </w:rPr>
        <w:t xml:space="preserve">Erstellung </w:t>
      </w:r>
      <w:r w:rsidR="005D25F1">
        <w:rPr>
          <w:rFonts w:cs="Arial"/>
          <w:sz w:val="24"/>
          <w:szCs w:val="22"/>
        </w:rPr>
        <w:t>eines institutionellen Schutzkonzepts</w:t>
      </w:r>
    </w:p>
    <w:p w14:paraId="41094580" w14:textId="48246A93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Checkliste </w:t>
      </w:r>
      <w:r w:rsidR="005D25F1">
        <w:rPr>
          <w:rFonts w:cs="Arial"/>
          <w:sz w:val="24"/>
          <w:szCs w:val="22"/>
        </w:rPr>
        <w:t xml:space="preserve">„Die </w:t>
      </w:r>
      <w:r w:rsidRPr="00CB21B3">
        <w:rPr>
          <w:rFonts w:cs="Arial"/>
          <w:sz w:val="24"/>
          <w:szCs w:val="22"/>
        </w:rPr>
        <w:t>Kita als sicherer Ort</w:t>
      </w:r>
      <w:r w:rsidR="005D25F1">
        <w:rPr>
          <w:rFonts w:cs="Arial"/>
          <w:sz w:val="24"/>
          <w:szCs w:val="22"/>
        </w:rPr>
        <w:t>“</w:t>
      </w:r>
    </w:p>
    <w:p w14:paraId="1BBC0988" w14:textId="5703D16D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Definition </w:t>
      </w:r>
      <w:r w:rsidR="005D25F1">
        <w:rPr>
          <w:rFonts w:cs="Arial"/>
          <w:sz w:val="24"/>
          <w:szCs w:val="22"/>
        </w:rPr>
        <w:t>„</w:t>
      </w:r>
      <w:r w:rsidRPr="00CB21B3">
        <w:rPr>
          <w:rFonts w:cs="Arial"/>
          <w:sz w:val="24"/>
          <w:szCs w:val="22"/>
        </w:rPr>
        <w:t>Gewalt</w:t>
      </w:r>
      <w:r w:rsidR="005D25F1">
        <w:rPr>
          <w:rFonts w:cs="Arial"/>
          <w:sz w:val="24"/>
          <w:szCs w:val="22"/>
        </w:rPr>
        <w:t>“</w:t>
      </w:r>
      <w:r w:rsidRPr="00CB21B3">
        <w:rPr>
          <w:rFonts w:cs="Arial"/>
          <w:sz w:val="24"/>
          <w:szCs w:val="22"/>
        </w:rPr>
        <w:t xml:space="preserve"> </w:t>
      </w:r>
    </w:p>
    <w:p w14:paraId="17C66B91" w14:textId="7482C6CD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Rahmenordnung Prävention sexualisierter Gewalt </w:t>
      </w:r>
      <w:r w:rsidR="005D25F1">
        <w:rPr>
          <w:rFonts w:cs="Arial"/>
          <w:sz w:val="24"/>
          <w:szCs w:val="22"/>
        </w:rPr>
        <w:t>der d</w:t>
      </w:r>
      <w:r w:rsidRPr="00CB21B3">
        <w:rPr>
          <w:rFonts w:cs="Arial"/>
          <w:sz w:val="24"/>
          <w:szCs w:val="22"/>
        </w:rPr>
        <w:t>eutsche</w:t>
      </w:r>
      <w:r w:rsidR="005D25F1">
        <w:rPr>
          <w:rFonts w:cs="Arial"/>
          <w:sz w:val="24"/>
          <w:szCs w:val="22"/>
        </w:rPr>
        <w:t>n</w:t>
      </w:r>
      <w:r w:rsidRPr="00CB21B3">
        <w:rPr>
          <w:rFonts w:cs="Arial"/>
          <w:sz w:val="24"/>
          <w:szCs w:val="22"/>
        </w:rPr>
        <w:t xml:space="preserve"> Bischofskonferenz und Präventionsordnung </w:t>
      </w:r>
      <w:r w:rsidR="005D25F1">
        <w:rPr>
          <w:rFonts w:cs="Arial"/>
          <w:sz w:val="24"/>
          <w:szCs w:val="22"/>
        </w:rPr>
        <w:t xml:space="preserve">der </w:t>
      </w:r>
      <w:r w:rsidRPr="00CB21B3">
        <w:rPr>
          <w:rFonts w:cs="Arial"/>
          <w:sz w:val="24"/>
          <w:szCs w:val="22"/>
        </w:rPr>
        <w:t>Diözese Augsburg</w:t>
      </w:r>
    </w:p>
    <w:p w14:paraId="32196641" w14:textId="3668CE0F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Reflexionsfragen </w:t>
      </w:r>
      <w:r w:rsidR="005D25F1">
        <w:rPr>
          <w:rFonts w:cs="Arial"/>
          <w:sz w:val="24"/>
          <w:szCs w:val="22"/>
        </w:rPr>
        <w:t xml:space="preserve">zur </w:t>
      </w:r>
      <w:r w:rsidRPr="00CB21B3">
        <w:rPr>
          <w:rFonts w:cs="Arial"/>
          <w:sz w:val="24"/>
          <w:szCs w:val="22"/>
        </w:rPr>
        <w:t xml:space="preserve">Risikoanalyse </w:t>
      </w:r>
    </w:p>
    <w:p w14:paraId="13749785" w14:textId="77777777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Bausteine für ein „sexualpädagogisches Konzept“ </w:t>
      </w:r>
    </w:p>
    <w:p w14:paraId="7AE57CDD" w14:textId="567D01A2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rFonts w:cs="Arial"/>
          <w:sz w:val="24"/>
          <w:szCs w:val="22"/>
        </w:rPr>
      </w:pPr>
      <w:r w:rsidRPr="00CB21B3">
        <w:rPr>
          <w:rFonts w:cs="Arial"/>
          <w:sz w:val="24"/>
          <w:szCs w:val="22"/>
        </w:rPr>
        <w:t xml:space="preserve">Vorlage Selbstverpflichtung </w:t>
      </w:r>
      <w:r w:rsidR="005D25F1">
        <w:rPr>
          <w:rFonts w:cs="Arial"/>
          <w:sz w:val="24"/>
          <w:szCs w:val="22"/>
        </w:rPr>
        <w:t xml:space="preserve">der </w:t>
      </w:r>
      <w:r w:rsidR="0068127E" w:rsidRPr="00CB21B3">
        <w:rPr>
          <w:rFonts w:cs="Arial"/>
          <w:sz w:val="24"/>
          <w:szCs w:val="22"/>
        </w:rPr>
        <w:t xml:space="preserve">päd. </w:t>
      </w:r>
      <w:r w:rsidRPr="00CB21B3">
        <w:rPr>
          <w:rFonts w:cs="Arial"/>
          <w:sz w:val="24"/>
          <w:szCs w:val="22"/>
        </w:rPr>
        <w:t>Mitarbeiter*in</w:t>
      </w:r>
      <w:r w:rsidR="0068127E" w:rsidRPr="00CB21B3">
        <w:rPr>
          <w:rFonts w:cs="Arial"/>
          <w:sz w:val="24"/>
          <w:szCs w:val="22"/>
        </w:rPr>
        <w:t>nen</w:t>
      </w:r>
    </w:p>
    <w:p w14:paraId="50F4294A" w14:textId="7003F4E3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 xml:space="preserve">Vorlage Selbstverpflichtung </w:t>
      </w:r>
      <w:r w:rsidR="005D25F1">
        <w:rPr>
          <w:sz w:val="24"/>
          <w:szCs w:val="22"/>
        </w:rPr>
        <w:t xml:space="preserve">der </w:t>
      </w:r>
      <w:r w:rsidRPr="00CB21B3">
        <w:rPr>
          <w:sz w:val="24"/>
          <w:szCs w:val="22"/>
        </w:rPr>
        <w:t>Leitung</w:t>
      </w:r>
    </w:p>
    <w:p w14:paraId="41E0D13A" w14:textId="4693DBA7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 xml:space="preserve">Muster </w:t>
      </w:r>
      <w:r w:rsidR="005D25F1">
        <w:rPr>
          <w:sz w:val="24"/>
          <w:szCs w:val="22"/>
        </w:rPr>
        <w:t>„</w:t>
      </w:r>
      <w:r w:rsidRPr="00CB21B3">
        <w:rPr>
          <w:sz w:val="24"/>
          <w:szCs w:val="22"/>
        </w:rPr>
        <w:t>Ve</w:t>
      </w:r>
      <w:r w:rsidR="003F3D21" w:rsidRPr="00CB21B3">
        <w:rPr>
          <w:sz w:val="24"/>
          <w:szCs w:val="22"/>
        </w:rPr>
        <w:t>rhaltenskodex</w:t>
      </w:r>
      <w:r w:rsidR="005D25F1">
        <w:rPr>
          <w:sz w:val="24"/>
          <w:szCs w:val="22"/>
        </w:rPr>
        <w:t>“</w:t>
      </w:r>
    </w:p>
    <w:p w14:paraId="563A6B8C" w14:textId="0F6ACDAF" w:rsidR="00156B7D" w:rsidRPr="00CB21B3" w:rsidRDefault="00156B7D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 xml:space="preserve">Überblick </w:t>
      </w:r>
      <w:r w:rsidR="005D25F1">
        <w:rPr>
          <w:sz w:val="24"/>
          <w:szCs w:val="22"/>
        </w:rPr>
        <w:t xml:space="preserve">zu den </w:t>
      </w:r>
      <w:r w:rsidRPr="00CB21B3">
        <w:rPr>
          <w:sz w:val="24"/>
          <w:szCs w:val="22"/>
        </w:rPr>
        <w:t>Meldeverfahren</w:t>
      </w:r>
      <w:r w:rsidR="005D25F1">
        <w:rPr>
          <w:sz w:val="24"/>
          <w:szCs w:val="22"/>
        </w:rPr>
        <w:t xml:space="preserve"> nach §8a und §47 </w:t>
      </w:r>
      <w:r w:rsidR="005D25F1" w:rsidRPr="00CB21B3">
        <w:rPr>
          <w:sz w:val="24"/>
          <w:szCs w:val="22"/>
        </w:rPr>
        <w:t>SGB VIII</w:t>
      </w:r>
    </w:p>
    <w:p w14:paraId="68C773A3" w14:textId="061DCEC6" w:rsidR="008F6E6C" w:rsidRPr="00CB21B3" w:rsidRDefault="00D46E11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 xml:space="preserve">Meldebogen </w:t>
      </w:r>
      <w:r w:rsidR="00CB21B3" w:rsidRPr="00CB21B3">
        <w:rPr>
          <w:sz w:val="24"/>
          <w:szCs w:val="22"/>
        </w:rPr>
        <w:t>nach §</w:t>
      </w:r>
      <w:r w:rsidR="008F6E6C" w:rsidRPr="00CB21B3">
        <w:rPr>
          <w:sz w:val="24"/>
          <w:szCs w:val="22"/>
        </w:rPr>
        <w:t xml:space="preserve">8a SGB VIII </w:t>
      </w:r>
    </w:p>
    <w:p w14:paraId="4F66B6D4" w14:textId="1BF55340" w:rsidR="00156B7D" w:rsidRPr="00CB21B3" w:rsidRDefault="00156B7D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 xml:space="preserve">Merkblatt Meldepflicht nach §47 SGB VIII </w:t>
      </w:r>
    </w:p>
    <w:p w14:paraId="1D3CE2F0" w14:textId="459E96DD" w:rsidR="00156B7D" w:rsidRPr="00CB21B3" w:rsidRDefault="00D46E11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 xml:space="preserve">Meldebogen </w:t>
      </w:r>
      <w:r w:rsidR="008F6E6C" w:rsidRPr="00CB21B3">
        <w:rPr>
          <w:sz w:val="24"/>
          <w:szCs w:val="22"/>
        </w:rPr>
        <w:t>nach §47</w:t>
      </w:r>
      <w:r w:rsidR="00CB21B3" w:rsidRPr="00CB21B3">
        <w:rPr>
          <w:sz w:val="24"/>
          <w:szCs w:val="22"/>
        </w:rPr>
        <w:t xml:space="preserve"> </w:t>
      </w:r>
      <w:r w:rsidR="008F6E6C" w:rsidRPr="00CB21B3">
        <w:rPr>
          <w:sz w:val="24"/>
          <w:szCs w:val="22"/>
        </w:rPr>
        <w:t>SGB</w:t>
      </w:r>
      <w:r w:rsidR="00CB21B3" w:rsidRPr="00CB21B3">
        <w:rPr>
          <w:sz w:val="24"/>
          <w:szCs w:val="22"/>
        </w:rPr>
        <w:t xml:space="preserve"> </w:t>
      </w:r>
      <w:r w:rsidR="008F6E6C" w:rsidRPr="00CB21B3">
        <w:rPr>
          <w:sz w:val="24"/>
          <w:szCs w:val="22"/>
        </w:rPr>
        <w:t xml:space="preserve">VIII </w:t>
      </w:r>
    </w:p>
    <w:p w14:paraId="7B530FF7" w14:textId="7CC67D54" w:rsidR="00C254AD" w:rsidRPr="00CB21B3" w:rsidRDefault="00C254AD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Dokumentationsbogen §8a SGB VIII</w:t>
      </w:r>
    </w:p>
    <w:p w14:paraId="033B78EC" w14:textId="4F7DCF50" w:rsidR="00C254AD" w:rsidRPr="00CB21B3" w:rsidRDefault="00C254AD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Dokumentationsbogen §47 SGB VIII</w:t>
      </w:r>
    </w:p>
    <w:p w14:paraId="3CCDBF98" w14:textId="77777777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Handlungsleitfaden „Prävention gegen sexualisierte Gewalt an Kindern“ des Bistums Augsburg</w:t>
      </w:r>
    </w:p>
    <w:p w14:paraId="3C3BFEE3" w14:textId="4912AFCD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Leitfade</w:t>
      </w:r>
      <w:bookmarkStart w:id="0" w:name="_GoBack"/>
      <w:bookmarkEnd w:id="0"/>
      <w:r w:rsidRPr="00CB21B3">
        <w:rPr>
          <w:sz w:val="24"/>
          <w:szCs w:val="22"/>
        </w:rPr>
        <w:t xml:space="preserve">n zur Einschaltung der Strafverfolgungsbehörde </w:t>
      </w:r>
      <w:r w:rsidR="005D25F1">
        <w:rPr>
          <w:sz w:val="24"/>
          <w:szCs w:val="22"/>
        </w:rPr>
        <w:t>des</w:t>
      </w:r>
      <w:r w:rsidRPr="00CB21B3">
        <w:rPr>
          <w:sz w:val="24"/>
          <w:szCs w:val="22"/>
        </w:rPr>
        <w:t xml:space="preserve"> Bundesministerium</w:t>
      </w:r>
      <w:r w:rsidR="005D25F1">
        <w:rPr>
          <w:sz w:val="24"/>
          <w:szCs w:val="22"/>
        </w:rPr>
        <w:t>s</w:t>
      </w:r>
      <w:r w:rsidRPr="00CB21B3">
        <w:rPr>
          <w:sz w:val="24"/>
          <w:szCs w:val="22"/>
        </w:rPr>
        <w:t xml:space="preserve"> der Justiz und für Verbraucherschutz </w:t>
      </w:r>
    </w:p>
    <w:p w14:paraId="64AE2E0B" w14:textId="367F9C29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Handlungsleitlinien für Kinderschutzkonzepte zur Prävention und Intervention in Kindertageseinrichtungen der Bundesarbeit</w:t>
      </w:r>
      <w:r w:rsidR="005D25F1">
        <w:rPr>
          <w:sz w:val="24"/>
          <w:szCs w:val="22"/>
        </w:rPr>
        <w:t>sgemeinschaft der Landesjugendämter</w:t>
      </w:r>
    </w:p>
    <w:p w14:paraId="09294533" w14:textId="5B64B917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Empfehlungen zur Umsetzung des Schutzauftrages nach §8a SGB V</w:t>
      </w:r>
      <w:r w:rsidR="005D25F1">
        <w:rPr>
          <w:sz w:val="24"/>
          <w:szCs w:val="22"/>
        </w:rPr>
        <w:t>III des Landesjugendhilfeausschusses</w:t>
      </w:r>
    </w:p>
    <w:p w14:paraId="4188B259" w14:textId="7369D2D9" w:rsidR="008F6E6C" w:rsidRPr="00CB21B3" w:rsidRDefault="008F6E6C" w:rsidP="00CB21B3">
      <w:pPr>
        <w:pStyle w:val="Listenabsatz"/>
        <w:numPr>
          <w:ilvl w:val="0"/>
          <w:numId w:val="21"/>
        </w:numPr>
        <w:spacing w:before="80" w:after="80"/>
        <w:ind w:left="851" w:hanging="494"/>
        <w:contextualSpacing w:val="0"/>
        <w:rPr>
          <w:sz w:val="24"/>
          <w:szCs w:val="22"/>
        </w:rPr>
      </w:pPr>
      <w:r w:rsidRPr="00CB21B3">
        <w:rPr>
          <w:sz w:val="24"/>
          <w:szCs w:val="22"/>
        </w:rPr>
        <w:t>Leitfaden</w:t>
      </w:r>
      <w:r w:rsidR="00CB21B3">
        <w:rPr>
          <w:sz w:val="24"/>
          <w:szCs w:val="22"/>
        </w:rPr>
        <w:t xml:space="preserve"> „</w:t>
      </w:r>
      <w:r w:rsidRPr="00CB21B3">
        <w:rPr>
          <w:sz w:val="24"/>
          <w:szCs w:val="22"/>
        </w:rPr>
        <w:t>Nachhaltige Aufarbeitung</w:t>
      </w:r>
      <w:r w:rsidR="00CB21B3">
        <w:rPr>
          <w:sz w:val="24"/>
          <w:szCs w:val="22"/>
        </w:rPr>
        <w:t>“</w:t>
      </w:r>
    </w:p>
    <w:p w14:paraId="02586563" w14:textId="225DD06F" w:rsidR="00D27B89" w:rsidRPr="008F6E6C" w:rsidRDefault="00D27B89" w:rsidP="008F6E6C">
      <w:pPr>
        <w:keepNext/>
        <w:keepLines/>
        <w:spacing w:before="120"/>
        <w:outlineLvl w:val="0"/>
        <w:rPr>
          <w:rFonts w:cs="Arial"/>
          <w:b/>
          <w:color w:val="C00000"/>
          <w:sz w:val="28"/>
          <w:szCs w:val="28"/>
        </w:rPr>
      </w:pPr>
    </w:p>
    <w:sectPr w:rsidR="00D27B89" w:rsidRPr="008F6E6C" w:rsidSect="00D27B89">
      <w:footerReference w:type="default" r:id="rId7"/>
      <w:headerReference w:type="first" r:id="rId8"/>
      <w:footerReference w:type="first" r:id="rId9"/>
      <w:pgSz w:w="11907" w:h="16840" w:code="9"/>
      <w:pgMar w:top="1417" w:right="1417" w:bottom="1134" w:left="1417" w:header="851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D2895" w14:textId="77777777" w:rsidR="00095845" w:rsidRDefault="00095845">
      <w:r>
        <w:separator/>
      </w:r>
    </w:p>
  </w:endnote>
  <w:endnote w:type="continuationSeparator" w:id="0">
    <w:p w14:paraId="6B95F4BF" w14:textId="77777777" w:rsidR="00095845" w:rsidRDefault="0009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FF617" w14:textId="77777777" w:rsidR="00D27B89" w:rsidRDefault="00D27B89" w:rsidP="00D27B89">
    <w:pPr>
      <w:pStyle w:val="Kopfzeile"/>
      <w:tabs>
        <w:tab w:val="clear" w:pos="9072"/>
        <w:tab w:val="right" w:pos="9923"/>
      </w:tabs>
      <w:ind w:right="-143"/>
      <w:rPr>
        <w:sz w:val="12"/>
        <w:szCs w:val="12"/>
      </w:rPr>
    </w:pPr>
    <w:r>
      <w:rPr>
        <w:sz w:val="12"/>
        <w:szCs w:val="12"/>
      </w:rPr>
      <w:tab/>
      <w:t xml:space="preserve">Caritasverband für die Diözese Augsburg e.V. </w:t>
    </w:r>
  </w:p>
  <w:p w14:paraId="16F0AEFE" w14:textId="77777777" w:rsidR="00D27B89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  <w:t>Referat Kindertageseinrichtungen</w:t>
    </w:r>
  </w:p>
  <w:p w14:paraId="2A760990" w14:textId="434B829F" w:rsidR="00B83A04" w:rsidRPr="009938EC" w:rsidRDefault="00D27B89" w:rsidP="00D27B89">
    <w:pPr>
      <w:pStyle w:val="Kopfzeile"/>
      <w:ind w:right="1"/>
      <w:rPr>
        <w:sz w:val="12"/>
        <w:szCs w:val="12"/>
      </w:rPr>
    </w:pPr>
    <w:r>
      <w:rPr>
        <w:sz w:val="12"/>
        <w:szCs w:val="12"/>
      </w:rPr>
      <w:tab/>
    </w:r>
    <w:r w:rsidR="009938EC">
      <w:rPr>
        <w:sz w:val="12"/>
        <w:szCs w:val="12"/>
      </w:rPr>
      <w:t>Stand 2022-03</w:t>
    </w:r>
    <w:r w:rsidR="00B83A04">
      <w:rPr>
        <w:sz w:val="12"/>
      </w:rPr>
      <w:tab/>
    </w:r>
    <w:r w:rsidR="00B83A04" w:rsidRPr="00793261">
      <w:rPr>
        <w:rStyle w:val="Seitenzahl"/>
        <w:sz w:val="14"/>
        <w:szCs w:val="14"/>
      </w:rPr>
      <w:fldChar w:fldCharType="begin"/>
    </w:r>
    <w:r w:rsidR="00B83A04" w:rsidRPr="00793261">
      <w:rPr>
        <w:rStyle w:val="Seitenzahl"/>
        <w:sz w:val="14"/>
        <w:szCs w:val="14"/>
      </w:rPr>
      <w:instrText xml:space="preserve"> PAGE </w:instrText>
    </w:r>
    <w:r w:rsidR="00B83A04" w:rsidRPr="00793261">
      <w:rPr>
        <w:rStyle w:val="Seitenzahl"/>
        <w:sz w:val="14"/>
        <w:szCs w:val="14"/>
      </w:rPr>
      <w:fldChar w:fldCharType="separate"/>
    </w:r>
    <w:r w:rsidR="00CB21B3">
      <w:rPr>
        <w:rStyle w:val="Seitenzahl"/>
        <w:noProof/>
        <w:sz w:val="14"/>
        <w:szCs w:val="14"/>
      </w:rPr>
      <w:t>2</w:t>
    </w:r>
    <w:r w:rsidR="00B83A04" w:rsidRPr="00793261">
      <w:rPr>
        <w:rStyle w:val="Seitenzah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3D84" w14:textId="77777777" w:rsidR="00FB53CC" w:rsidRDefault="00FB53CC" w:rsidP="004D2843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 xml:space="preserve">Referat Kindertageseinrichtungen </w:t>
    </w:r>
  </w:p>
  <w:p w14:paraId="2999BC9D" w14:textId="1EFED6AF" w:rsidR="009938EC" w:rsidRDefault="009938EC" w:rsidP="009938EC">
    <w:pPr>
      <w:pStyle w:val="Fuzeile"/>
      <w:ind w:left="360"/>
      <w:jc w:val="center"/>
      <w:rPr>
        <w:sz w:val="14"/>
        <w:szCs w:val="14"/>
      </w:rPr>
    </w:pPr>
    <w:r>
      <w:rPr>
        <w:sz w:val="14"/>
        <w:szCs w:val="14"/>
      </w:rPr>
      <w:t>Stand 2022-03</w:t>
    </w:r>
  </w:p>
  <w:p w14:paraId="1C6A56E3" w14:textId="77777777" w:rsidR="00B83A04" w:rsidRPr="0045195B" w:rsidRDefault="00095845" w:rsidP="0045195B">
    <w:pPr>
      <w:pStyle w:val="Fuzeile"/>
      <w:ind w:left="360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85044" wp14:editId="32FC09FC">
              <wp:simplePos x="0" y="0"/>
              <wp:positionH relativeFrom="column">
                <wp:posOffset>-855345</wp:posOffset>
              </wp:positionH>
              <wp:positionV relativeFrom="paragraph">
                <wp:posOffset>306070</wp:posOffset>
              </wp:positionV>
              <wp:extent cx="8001000" cy="24701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61B81" w14:textId="77777777" w:rsidR="00C635BE" w:rsidRDefault="00095845" w:rsidP="00C635BE">
                          <w:pPr>
                            <w:ind w:left="-42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1D5C86" wp14:editId="4D734D7B">
                                <wp:extent cx="7604760" cy="175260"/>
                                <wp:effectExtent l="0" t="0" r="0" b="0"/>
                                <wp:docPr id="4" name="Bild 4" descr="Briefpapier_Caritasverband_Augsburg_Fuß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Briefpapier_Caritasverband_Augsburg_Fuß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4760" cy="175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850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-67.35pt;margin-top:24.1pt;width:630pt;height: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" stroked="f">
              <v:textbox>
                <w:txbxContent>
                  <w:p w14:paraId="55861B81" w14:textId="77777777" w:rsidR="00C635BE" w:rsidRDefault="00095845" w:rsidP="00C635BE">
                    <w:pPr>
                      <w:ind w:left="-42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C1D5C86" wp14:editId="4D734D7B">
                          <wp:extent cx="7604760" cy="175260"/>
                          <wp:effectExtent l="0" t="0" r="0" b="0"/>
                          <wp:docPr id="4" name="Bild 4" descr="Briefpapier_Caritasverband_Augsburg_Fuß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Briefpapier_Caritasverband_Augsburg_Fuß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476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1C276" w14:textId="77777777" w:rsidR="00095845" w:rsidRDefault="00095845">
      <w:r>
        <w:separator/>
      </w:r>
    </w:p>
  </w:footnote>
  <w:footnote w:type="continuationSeparator" w:id="0">
    <w:p w14:paraId="48715DC6" w14:textId="77777777" w:rsidR="00095845" w:rsidRDefault="0009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73"/>
      <w:gridCol w:w="1985"/>
      <w:gridCol w:w="2977"/>
    </w:tblGrid>
    <w:tr w:rsidR="00B83A04" w14:paraId="7CC65103" w14:textId="77777777">
      <w:trPr>
        <w:cantSplit/>
        <w:trHeight w:hRule="exact" w:val="1350"/>
      </w:trPr>
      <w:tc>
        <w:tcPr>
          <w:tcW w:w="5173" w:type="dxa"/>
        </w:tcPr>
        <w:p w14:paraId="4021AB8E" w14:textId="77777777" w:rsidR="00B83A04" w:rsidRDefault="00095845">
          <w:pPr>
            <w:pStyle w:val="Kopfzeile"/>
            <w:spacing w:after="12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3A1511C8" wp14:editId="555806C3">
                    <wp:simplePos x="0" y="0"/>
                    <wp:positionH relativeFrom="column">
                      <wp:posOffset>-741045</wp:posOffset>
                    </wp:positionH>
                    <wp:positionV relativeFrom="paragraph">
                      <wp:posOffset>-579755</wp:posOffset>
                    </wp:positionV>
                    <wp:extent cx="8686800" cy="1765300"/>
                    <wp:effectExtent l="0" t="0" r="0" b="0"/>
                    <wp:wrapNone/>
                    <wp:docPr id="2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6800" cy="1765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17D4C1" w14:textId="77777777" w:rsidR="00C635BE" w:rsidRDefault="00095845" w:rsidP="00C635BE">
                                <w:pPr>
                                  <w:ind w:left="-224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FADAF" wp14:editId="10C6F7CE">
                                      <wp:extent cx="7581900" cy="1607820"/>
                                      <wp:effectExtent l="0" t="0" r="0" b="0"/>
                                      <wp:docPr id="3" name="Bild 2" descr="Briefpapier_Caritasverband_Augsbu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Briefpapier_Caritasverband_Augsbu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81900" cy="1607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151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margin-left:-58.35pt;margin-top:-45.65pt;width:684pt;height:13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" stroked="f">
                    <v:textbox>
                      <w:txbxContent>
                        <w:p w14:paraId="0A17D4C1" w14:textId="77777777" w:rsidR="00C635BE" w:rsidRDefault="00095845" w:rsidP="00C635BE">
                          <w:pPr>
                            <w:ind w:left="-224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4FADAF" wp14:editId="10C6F7CE">
                                <wp:extent cx="7581900" cy="1607820"/>
                                <wp:effectExtent l="0" t="0" r="0" b="0"/>
                                <wp:docPr id="3" name="Bild 2" descr="Briefpapier_Caritasverband_Augsbur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riefpapier_Caritasverband_Augsbur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81900" cy="1607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  <w:vAlign w:val="center"/>
        </w:tcPr>
        <w:p w14:paraId="66BF3722" w14:textId="77777777" w:rsidR="00B83A04" w:rsidRDefault="00B83A04" w:rsidP="00AF3E79">
          <w:pPr>
            <w:pStyle w:val="Kopfzeile"/>
            <w:jc w:val="center"/>
          </w:pPr>
        </w:p>
      </w:tc>
      <w:tc>
        <w:tcPr>
          <w:tcW w:w="2977" w:type="dxa"/>
        </w:tcPr>
        <w:p w14:paraId="50B2F74E" w14:textId="77777777" w:rsidR="00B83A04" w:rsidRDefault="00B83A04">
          <w:pPr>
            <w:pStyle w:val="Kopfzeile"/>
            <w:spacing w:before="140"/>
            <w:rPr>
              <w:sz w:val="40"/>
            </w:rPr>
          </w:pPr>
          <w:r>
            <w:rPr>
              <w:sz w:val="32"/>
            </w:rPr>
            <w:t>Caritasverband</w:t>
          </w:r>
          <w:r>
            <w:rPr>
              <w:sz w:val="32"/>
            </w:rPr>
            <w:br/>
            <w:t>für die Diözese</w:t>
          </w:r>
          <w:r>
            <w:rPr>
              <w:sz w:val="32"/>
            </w:rPr>
            <w:br/>
            <w:t>Augsburg e. V.</w:t>
          </w:r>
        </w:p>
      </w:tc>
    </w:tr>
  </w:tbl>
  <w:p w14:paraId="5F1ECC96" w14:textId="77777777" w:rsidR="00B83A04" w:rsidRDefault="00B83A04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1D88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232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0923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9A01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61E0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CC215E"/>
    <w:multiLevelType w:val="hybridMultilevel"/>
    <w:tmpl w:val="AC024804"/>
    <w:lvl w:ilvl="0" w:tplc="3B429F7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9404B"/>
    <w:multiLevelType w:val="hybridMultilevel"/>
    <w:tmpl w:val="D402EF76"/>
    <w:lvl w:ilvl="0" w:tplc="26E8F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26B1E"/>
    <w:multiLevelType w:val="hybridMultilevel"/>
    <w:tmpl w:val="37C28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2729A"/>
    <w:multiLevelType w:val="multilevel"/>
    <w:tmpl w:val="617AE616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9" w15:restartNumberingAfterBreak="0">
    <w:nsid w:val="347708C5"/>
    <w:multiLevelType w:val="multilevel"/>
    <w:tmpl w:val="AE00ACAA"/>
    <w:lvl w:ilvl="0">
      <w:start w:val="1"/>
      <w:numFmt w:val="decimal"/>
      <w:pStyle w:val="Gegliedert-mit-Nummer-Zeichen-N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pStyle w:val="Gegliedert-mit-Nummer-Zeichen-N2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>
      <w:start w:val="1"/>
      <w:numFmt w:val="bullet"/>
      <w:pStyle w:val="Gegliedert-mit-Nummer-Zeichen-N3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54"/>
        </w:tabs>
        <w:ind w:left="215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</w:abstractNum>
  <w:abstractNum w:abstractNumId="10" w15:restartNumberingAfterBreak="0">
    <w:nsid w:val="46167B6C"/>
    <w:multiLevelType w:val="hybridMultilevel"/>
    <w:tmpl w:val="48BA86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52D6D"/>
    <w:multiLevelType w:val="hybridMultilevel"/>
    <w:tmpl w:val="C46C0A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4227C"/>
    <w:multiLevelType w:val="hybridMultilevel"/>
    <w:tmpl w:val="AA483E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E03EC"/>
    <w:multiLevelType w:val="multilevel"/>
    <w:tmpl w:val="F6D8658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  <w:lvl w:ilvl="4">
      <w:start w:val="1"/>
      <w:numFmt w:val="bullet"/>
      <w:lvlText w:val=""/>
      <w:lvlJc w:val="left"/>
      <w:pPr>
        <w:tabs>
          <w:tab w:val="num" w:pos="2917"/>
        </w:tabs>
        <w:ind w:left="2914" w:hanging="35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2718" w:hanging="1584"/>
      </w:pPr>
      <w:rPr>
        <w:rFonts w:hint="default"/>
      </w:rPr>
    </w:lvl>
  </w:abstractNum>
  <w:abstractNum w:abstractNumId="14" w15:restartNumberingAfterBreak="0">
    <w:nsid w:val="678823E0"/>
    <w:multiLevelType w:val="hybridMultilevel"/>
    <w:tmpl w:val="EA428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533EA"/>
    <w:multiLevelType w:val="hybridMultilevel"/>
    <w:tmpl w:val="B9E632B4"/>
    <w:lvl w:ilvl="0" w:tplc="6BC6231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B76B77"/>
    <w:multiLevelType w:val="hybridMultilevel"/>
    <w:tmpl w:val="F41EE7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27EE9"/>
    <w:multiLevelType w:val="hybridMultilevel"/>
    <w:tmpl w:val="E4D8D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5"/>
  </w:num>
  <w:num w:numId="5">
    <w:abstractNumId w:val="8"/>
  </w:num>
  <w:num w:numId="6">
    <w:abstractNumId w:val="8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7"/>
  </w:num>
  <w:num w:numId="17">
    <w:abstractNumId w:val="12"/>
  </w:num>
  <w:num w:numId="18">
    <w:abstractNumId w:val="17"/>
  </w:num>
  <w:num w:numId="19">
    <w:abstractNumId w:val="10"/>
  </w:num>
  <w:num w:numId="20">
    <w:abstractNumId w:val="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45"/>
    <w:rsid w:val="00011F49"/>
    <w:rsid w:val="000232F6"/>
    <w:rsid w:val="0003166E"/>
    <w:rsid w:val="00095845"/>
    <w:rsid w:val="000E67D3"/>
    <w:rsid w:val="0012464A"/>
    <w:rsid w:val="001318B1"/>
    <w:rsid w:val="00156B7D"/>
    <w:rsid w:val="00167F42"/>
    <w:rsid w:val="0019231D"/>
    <w:rsid w:val="00194CE4"/>
    <w:rsid w:val="001B3427"/>
    <w:rsid w:val="001E6780"/>
    <w:rsid w:val="00233D79"/>
    <w:rsid w:val="002B0CD7"/>
    <w:rsid w:val="002D69C4"/>
    <w:rsid w:val="002E38F9"/>
    <w:rsid w:val="002E6051"/>
    <w:rsid w:val="00323995"/>
    <w:rsid w:val="003B3E2A"/>
    <w:rsid w:val="003B51FE"/>
    <w:rsid w:val="003D48B7"/>
    <w:rsid w:val="003F3D21"/>
    <w:rsid w:val="00435401"/>
    <w:rsid w:val="0045195B"/>
    <w:rsid w:val="00453E60"/>
    <w:rsid w:val="00482FF4"/>
    <w:rsid w:val="0048551B"/>
    <w:rsid w:val="004D0060"/>
    <w:rsid w:val="004D2843"/>
    <w:rsid w:val="00510B53"/>
    <w:rsid w:val="0057579C"/>
    <w:rsid w:val="00581C9E"/>
    <w:rsid w:val="005D25F1"/>
    <w:rsid w:val="00623807"/>
    <w:rsid w:val="00627955"/>
    <w:rsid w:val="0068127E"/>
    <w:rsid w:val="006A1F14"/>
    <w:rsid w:val="006E28F5"/>
    <w:rsid w:val="00723EDC"/>
    <w:rsid w:val="00782F72"/>
    <w:rsid w:val="00793261"/>
    <w:rsid w:val="007C043A"/>
    <w:rsid w:val="007E076B"/>
    <w:rsid w:val="007F22B4"/>
    <w:rsid w:val="00816078"/>
    <w:rsid w:val="00844613"/>
    <w:rsid w:val="008F6E6C"/>
    <w:rsid w:val="0092613C"/>
    <w:rsid w:val="00951737"/>
    <w:rsid w:val="00984D9E"/>
    <w:rsid w:val="009938EC"/>
    <w:rsid w:val="009C2A23"/>
    <w:rsid w:val="009E40A2"/>
    <w:rsid w:val="009F36CD"/>
    <w:rsid w:val="00A56113"/>
    <w:rsid w:val="00A7418B"/>
    <w:rsid w:val="00A940D3"/>
    <w:rsid w:val="00AF3E79"/>
    <w:rsid w:val="00AF4CCB"/>
    <w:rsid w:val="00B113A4"/>
    <w:rsid w:val="00B626BE"/>
    <w:rsid w:val="00B63402"/>
    <w:rsid w:val="00B7348A"/>
    <w:rsid w:val="00B800A0"/>
    <w:rsid w:val="00B83A04"/>
    <w:rsid w:val="00BA15FC"/>
    <w:rsid w:val="00BC77A6"/>
    <w:rsid w:val="00C254AD"/>
    <w:rsid w:val="00C45E14"/>
    <w:rsid w:val="00C635BE"/>
    <w:rsid w:val="00CB21B3"/>
    <w:rsid w:val="00D27B89"/>
    <w:rsid w:val="00D46E11"/>
    <w:rsid w:val="00D55B63"/>
    <w:rsid w:val="00D911E1"/>
    <w:rsid w:val="00D967D1"/>
    <w:rsid w:val="00DB7DBD"/>
    <w:rsid w:val="00DD6C75"/>
    <w:rsid w:val="00DE0462"/>
    <w:rsid w:val="00E47E50"/>
    <w:rsid w:val="00E56396"/>
    <w:rsid w:val="00EB1D26"/>
    <w:rsid w:val="00EB1E9A"/>
    <w:rsid w:val="00EE20FE"/>
    <w:rsid w:val="00EF1644"/>
    <w:rsid w:val="00F15D1E"/>
    <w:rsid w:val="00F31C36"/>
    <w:rsid w:val="00F415A4"/>
    <w:rsid w:val="00F452A8"/>
    <w:rsid w:val="00F563AD"/>
    <w:rsid w:val="00F91078"/>
    <w:rsid w:val="00FB53CC"/>
    <w:rsid w:val="00FC24B2"/>
    <w:rsid w:val="00FD18BC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99D752"/>
  <w15:docId w15:val="{A993A279-1406-4769-BE7E-D0BDFC88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5845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64A"/>
    <w:pPr>
      <w:keepNext/>
      <w:numPr>
        <w:numId w:val="7"/>
      </w:numPr>
      <w:tabs>
        <w:tab w:val="clear" w:pos="567"/>
        <w:tab w:val="left" w:pos="680"/>
      </w:tabs>
      <w:spacing w:before="480" w:after="120"/>
      <w:ind w:left="680" w:hanging="680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qFormat/>
    <w:rsid w:val="0012464A"/>
    <w:pPr>
      <w:keepNext/>
      <w:numPr>
        <w:ilvl w:val="1"/>
        <w:numId w:val="7"/>
      </w:numPr>
      <w:tabs>
        <w:tab w:val="clear" w:pos="709"/>
        <w:tab w:val="left" w:pos="680"/>
      </w:tabs>
      <w:spacing w:before="240" w:after="60"/>
      <w:ind w:left="680" w:hanging="6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12464A"/>
    <w:pPr>
      <w:keepNext/>
      <w:numPr>
        <w:ilvl w:val="2"/>
        <w:numId w:val="7"/>
      </w:numPr>
      <w:tabs>
        <w:tab w:val="left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Gegliedert-mit-Nummer-Zeichen-N1">
    <w:name w:val="Gegliedert-mit-Nummer-Zeichen-N1"/>
    <w:basedOn w:val="Gegliedert-mit-Nummer-Zeichen-N2"/>
    <w:rsid w:val="0012464A"/>
    <w:pPr>
      <w:numPr>
        <w:ilvl w:val="0"/>
      </w:numPr>
      <w:spacing w:after="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Gegliedert-mit-Nummer-Zeichen-N2">
    <w:name w:val="Gegliedert-mit-Nummer-Zeichen-N2"/>
    <w:basedOn w:val="Standard"/>
    <w:rsid w:val="0012464A"/>
    <w:pPr>
      <w:numPr>
        <w:ilvl w:val="1"/>
        <w:numId w:val="8"/>
      </w:numPr>
      <w:spacing w:after="120"/>
    </w:pPr>
  </w:style>
  <w:style w:type="paragraph" w:customStyle="1" w:styleId="Gegliedert-mit-Nummer-Zeichen-N3">
    <w:name w:val="Gegliedert-mit-Nummer-Zeichen-N3"/>
    <w:basedOn w:val="Standard"/>
    <w:rsid w:val="0012464A"/>
    <w:pPr>
      <w:numPr>
        <w:ilvl w:val="2"/>
        <w:numId w:val="8"/>
      </w:numPr>
      <w:spacing w:after="120"/>
    </w:pPr>
  </w:style>
  <w:style w:type="paragraph" w:styleId="Listenabsatz">
    <w:name w:val="List Paragraph"/>
    <w:basedOn w:val="Standard"/>
    <w:uiPriority w:val="34"/>
    <w:qFormat/>
    <w:rsid w:val="00095845"/>
    <w:pPr>
      <w:ind w:left="720"/>
      <w:contextualSpacing/>
    </w:pPr>
  </w:style>
  <w:style w:type="character" w:styleId="Hyperlink">
    <w:name w:val="Hyperlink"/>
    <w:uiPriority w:val="99"/>
    <w:unhideWhenUsed/>
    <w:rsid w:val="00095845"/>
    <w:rPr>
      <w:color w:val="0000FF"/>
      <w:u w:val="single"/>
    </w:rPr>
  </w:style>
  <w:style w:type="character" w:styleId="Kommentarzeichen">
    <w:name w:val="annotation reference"/>
    <w:basedOn w:val="Absatz-Standardschriftart"/>
    <w:semiHidden/>
    <w:unhideWhenUsed/>
    <w:rsid w:val="00EB1E9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B1E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1E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B1E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B1E9A"/>
    <w:rPr>
      <w:rFonts w:ascii="Arial" w:hAnsi="Arial"/>
      <w:b/>
      <w:bCs/>
    </w:rPr>
  </w:style>
  <w:style w:type="character" w:styleId="BesuchterLink">
    <w:name w:val="FollowedHyperlink"/>
    <w:basedOn w:val="Absatz-Standardschriftart"/>
    <w:semiHidden/>
    <w:unhideWhenUsed/>
    <w:rsid w:val="00F415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Referat\_Vorlagen%20Referat%20KiTa\Vorlage%20Referat%20Ki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Referat KiTa.dotx</Template>
  <TotalTime>0</TotalTime>
  <Pages>1</Pages>
  <Words>153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CV-Briefvorlage</vt:lpstr>
    </vt:vector>
  </TitlesOfParts>
  <Company>Caritas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CV-Briefvorlage</dc:title>
  <dc:creator>Pscherer-Pfefferle, Gertrud</dc:creator>
  <cp:lastModifiedBy>Leinen, Daniel</cp:lastModifiedBy>
  <cp:revision>12</cp:revision>
  <cp:lastPrinted>2020-06-18T06:24:00Z</cp:lastPrinted>
  <dcterms:created xsi:type="dcterms:W3CDTF">2022-03-16T13:15:00Z</dcterms:created>
  <dcterms:modified xsi:type="dcterms:W3CDTF">2022-03-18T08:35:00Z</dcterms:modified>
</cp:coreProperties>
</file>